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933B2F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 xml:space="preserve">Standard </w:t>
            </w:r>
          </w:p>
          <w:p w:rsidR="00B76DB7" w:rsidRPr="001A6ECC" w:rsidRDefault="00B76DB7" w:rsidP="00933B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RL.6.4, RL.6.6, RL. 6.9, RI. 6.2, RI.6.6, SL.6.1</w:t>
            </w:r>
          </w:p>
        </w:tc>
        <w:tc>
          <w:tcPr>
            <w:tcW w:w="4566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</w:p>
          <w:p w:rsidR="00A556F5" w:rsidRPr="001A6ECC" w:rsidRDefault="00A556F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1:  </w:t>
            </w:r>
            <w:r w:rsidRPr="00A556F5">
              <w:rPr>
                <w:b/>
                <w:i/>
              </w:rPr>
              <w:t>I Won’t Grow Up</w:t>
            </w:r>
            <w:r>
              <w:rPr>
                <w:b/>
                <w:i/>
              </w:rPr>
              <w:t>—6 week unit</w:t>
            </w:r>
          </w:p>
        </w:tc>
        <w:tc>
          <w:tcPr>
            <w:tcW w:w="3150" w:type="dxa"/>
            <w:gridSpan w:val="2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</w:p>
          <w:p w:rsidR="00BE6E52" w:rsidRPr="001A6ECC" w:rsidRDefault="00BE6E52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 week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E37361" w:rsidRPr="00BE6E52" w:rsidRDefault="00B87C0B" w:rsidP="00BE6E52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identify rhythm &amp; rhyme</w:t>
            </w:r>
          </w:p>
          <w:p w:rsidR="00E37361" w:rsidRDefault="00E37361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analyze an author’s message about life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analyze an author’s autobiography as well as a poem by the same author to determine its main</w:t>
            </w:r>
            <w:r w:rsidR="00FD5C8F">
              <w:rPr>
                <w:b/>
              </w:rPr>
              <w:t xml:space="preserve"> idea</w:t>
            </w:r>
            <w:r>
              <w:rPr>
                <w:b/>
              </w:rPr>
              <w:t>/central idea/theme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 can analyze how an author uses figurative language to create an image.  Maya Angelou “paints a portrait” in words of her brother.  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“see”</w:t>
            </w:r>
            <w:r w:rsidR="00BE6E52">
              <w:rPr>
                <w:b/>
              </w:rPr>
              <w:t xml:space="preserve"> and “feel” </w:t>
            </w:r>
            <w:r w:rsidR="00FD5C8F">
              <w:rPr>
                <w:b/>
              </w:rPr>
              <w:t>examples of figurative language</w:t>
            </w:r>
          </w:p>
          <w:p w:rsidR="00BE6E52" w:rsidRDefault="00337C64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become</w:t>
            </w:r>
            <w:r w:rsidR="00BE6E52">
              <w:rPr>
                <w:b/>
              </w:rPr>
              <w:t xml:space="preserve"> a better writer by</w:t>
            </w:r>
            <w:r>
              <w:rPr>
                <w:b/>
              </w:rPr>
              <w:t xml:space="preserve"> helping others improve their writing</w:t>
            </w:r>
          </w:p>
          <w:p w:rsidR="00337C64" w:rsidRPr="001A6ECC" w:rsidRDefault="00337C64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improve my writing by adding more detail and explanation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Default="00BE6E52" w:rsidP="001A6ECC">
            <w:pPr>
              <w:spacing w:after="0" w:line="240" w:lineRule="auto"/>
              <w:jc w:val="center"/>
            </w:pPr>
            <w:r>
              <w:t>Biographical Information about Maya Angelou</w:t>
            </w:r>
          </w:p>
          <w:p w:rsidR="00BE6E52" w:rsidRDefault="00BE6E52" w:rsidP="001A6ECC">
            <w:pPr>
              <w:spacing w:after="0" w:line="240" w:lineRule="auto"/>
              <w:jc w:val="center"/>
            </w:pPr>
            <w:r>
              <w:t>Poem by Maya Angelou entitled</w:t>
            </w:r>
            <w:r w:rsidR="00B17EA8">
              <w:t xml:space="preserve"> “</w:t>
            </w:r>
            <w:r>
              <w:t>Life Doesn’t Frighten Me</w:t>
            </w:r>
            <w:r w:rsidR="00B17EA8">
              <w:t>”</w:t>
            </w:r>
            <w:r w:rsidR="00327D9D">
              <w:t xml:space="preserve">- </w:t>
            </w:r>
            <w:r w:rsidR="00211D96">
              <w:t xml:space="preserve">(older adoption </w:t>
            </w:r>
            <w:r w:rsidR="00337C64">
              <w:t>Prentice Hall text</w:t>
            </w:r>
            <w:r w:rsidR="00327D9D">
              <w:t>book p. 308</w:t>
            </w:r>
            <w:r w:rsidR="00211D96">
              <w:t xml:space="preserve"> or</w:t>
            </w:r>
          </w:p>
          <w:p w:rsidR="00211D96" w:rsidRDefault="00211D96" w:rsidP="001A6ECC">
            <w:pPr>
              <w:spacing w:after="0" w:line="240" w:lineRule="auto"/>
              <w:jc w:val="center"/>
            </w:pPr>
            <w:r>
              <w:t>newest ad</w:t>
            </w:r>
            <w:r w:rsidR="00337C64">
              <w:t>option Prentice Hall text</w:t>
            </w:r>
            <w:r>
              <w:t>book p. 574)</w:t>
            </w:r>
          </w:p>
          <w:p w:rsidR="00FD5C8F" w:rsidRDefault="00BE6E52" w:rsidP="001A6ECC">
            <w:pPr>
              <w:spacing w:after="0" w:line="240" w:lineRule="auto"/>
              <w:jc w:val="center"/>
              <w:rPr>
                <w:i/>
              </w:rPr>
            </w:pPr>
            <w:r>
              <w:t>Autobi</w:t>
            </w:r>
            <w:r w:rsidR="00B17EA8">
              <w:t>ography by Maya Angelou entitled</w:t>
            </w:r>
            <w:r>
              <w:t xml:space="preserve"> </w:t>
            </w:r>
            <w:r w:rsidR="00B17EA8">
              <w:t>“</w:t>
            </w:r>
            <w:r>
              <w:t>Brother</w:t>
            </w:r>
            <w:r w:rsidR="00B17EA8">
              <w:t>”</w:t>
            </w:r>
            <w:r>
              <w:t xml:space="preserve"> </w:t>
            </w:r>
            <w:r w:rsidRPr="00B17EA8">
              <w:rPr>
                <w:i/>
              </w:rPr>
              <w:t>from</w:t>
            </w:r>
          </w:p>
          <w:p w:rsidR="00BE6E52" w:rsidRPr="001A6ECC" w:rsidRDefault="00BE6E52" w:rsidP="001A6ECC">
            <w:pPr>
              <w:spacing w:after="0" w:line="240" w:lineRule="auto"/>
              <w:jc w:val="center"/>
            </w:pPr>
            <w:r w:rsidRPr="00FD5C8F">
              <w:rPr>
                <w:u w:val="single"/>
              </w:rPr>
              <w:t xml:space="preserve"> I Know</w:t>
            </w:r>
            <w:r w:rsidRPr="00B17EA8">
              <w:rPr>
                <w:u w:val="single"/>
              </w:rPr>
              <w:t xml:space="preserve"> Why the Caged Bird Sings</w:t>
            </w:r>
            <w:r w:rsidR="00327D9D">
              <w:rPr>
                <w:u w:val="single"/>
              </w:rPr>
              <w:t xml:space="preserve">  - </w:t>
            </w:r>
            <w:r w:rsidR="00337C64">
              <w:t>Holt textbook</w:t>
            </w:r>
            <w:r w:rsidR="00327D9D" w:rsidRPr="00327D9D">
              <w:t xml:space="preserve"> p. 444</w:t>
            </w: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</w:t>
            </w:r>
            <w:r w:rsidR="00E37361">
              <w:rPr>
                <w:b/>
              </w:rPr>
              <w:t>tanza</w:t>
            </w:r>
          </w:p>
          <w:p w:rsidR="00E37361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</w:t>
            </w:r>
            <w:r w:rsidR="00E37361">
              <w:rPr>
                <w:b/>
              </w:rPr>
              <w:t>ain/</w:t>
            </w:r>
            <w:r>
              <w:rPr>
                <w:b/>
              </w:rPr>
              <w:t>central idea/theme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simile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analogy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figurative language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infer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first person point of view</w:t>
            </w:r>
          </w:p>
          <w:p w:rsidR="0079693F" w:rsidRPr="001A6ECC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compare/contrast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B76DB7" w:rsidRDefault="00B345AC" w:rsidP="001A6ECC">
            <w:pPr>
              <w:spacing w:after="0" w:line="240" w:lineRule="auto"/>
              <w:rPr>
                <w:b/>
              </w:rPr>
            </w:pPr>
            <w:hyperlink r:id="rId7" w:history="1">
              <w:r w:rsidR="00157698" w:rsidRPr="006938E6">
                <w:rPr>
                  <w:rStyle w:val="Hyperlink"/>
                  <w:b/>
                  <w:color w:val="0000FF" w:themeColor="hyperlink"/>
                </w:rPr>
                <w:t>www.gigglepoetry.com</w:t>
              </w:r>
            </w:hyperlink>
          </w:p>
          <w:p w:rsidR="00157698" w:rsidRDefault="00B345AC" w:rsidP="001A6ECC">
            <w:pPr>
              <w:spacing w:after="0" w:line="240" w:lineRule="auto"/>
            </w:pPr>
            <w:hyperlink r:id="rId8" w:history="1">
              <w:r w:rsidR="00157698" w:rsidRPr="006938E6">
                <w:rPr>
                  <w:rStyle w:val="Hyperlink"/>
                  <w:b/>
                  <w:color w:val="0000FF" w:themeColor="hyperlink"/>
                </w:rPr>
                <w:t>www.poetryteachers.com</w:t>
              </w:r>
            </w:hyperlink>
          </w:p>
          <w:p w:rsidR="00337C64" w:rsidRPr="00337C64" w:rsidRDefault="00B345AC" w:rsidP="001A6ECC">
            <w:pPr>
              <w:spacing w:after="0" w:line="240" w:lineRule="auto"/>
              <w:rPr>
                <w:b/>
              </w:rPr>
            </w:pPr>
            <w:hyperlink r:id="rId9" w:history="1">
              <w:r w:rsidR="00337C64" w:rsidRPr="00337C64">
                <w:rPr>
                  <w:rStyle w:val="Hyperlink"/>
                  <w:b/>
                </w:rPr>
                <w:t>www.readwritethink.com</w:t>
              </w:r>
            </w:hyperlink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</w:p>
          <w:p w:rsidR="00157698" w:rsidRDefault="00157698" w:rsidP="001A6ECC">
            <w:pPr>
              <w:spacing w:after="0" w:line="240" w:lineRule="auto"/>
              <w:rPr>
                <w:b/>
              </w:rPr>
            </w:pPr>
          </w:p>
          <w:p w:rsidR="00B76DB7" w:rsidRPr="001A6ECC" w:rsidRDefault="00B76DB7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 xml:space="preserve">Essential </w:t>
            </w:r>
            <w:smartTag w:uri="urn:schemas-microsoft-com:office:smarttags" w:element="place">
              <w:smartTag w:uri="urn:schemas-microsoft-com:office:smarttags" w:element="City">
                <w:r w:rsidRPr="001A6ECC">
                  <w:rPr>
                    <w:b/>
                  </w:rPr>
                  <w:t>Readings</w:t>
                </w:r>
              </w:smartTag>
            </w:smartTag>
            <w:r w:rsidRPr="001A6ECC">
              <w:rPr>
                <w:b/>
              </w:rPr>
              <w:t>:</w:t>
            </w:r>
          </w:p>
          <w:p w:rsidR="00B76DB7" w:rsidRDefault="00B76DB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“Life Doesn’t Frighten Me” by Maya Angelou</w:t>
            </w:r>
          </w:p>
          <w:p w:rsidR="00B76DB7" w:rsidRPr="001A6ECC" w:rsidRDefault="00B76DB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“Brother” </w:t>
            </w:r>
            <w:r w:rsidRPr="00B76DB7">
              <w:rPr>
                <w:b/>
                <w:i/>
              </w:rPr>
              <w:t>from</w:t>
            </w:r>
            <w:r>
              <w:rPr>
                <w:b/>
              </w:rPr>
              <w:t xml:space="preserve"> </w:t>
            </w:r>
            <w:r w:rsidRPr="00B76DB7">
              <w:rPr>
                <w:b/>
                <w:u w:val="single"/>
              </w:rPr>
              <w:t>I Know Why the Caged Bird Sings</w:t>
            </w:r>
            <w:r>
              <w:rPr>
                <w:b/>
              </w:rPr>
              <w:t xml:space="preserve"> by Maya Angelou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  <w:p w:rsidR="00337C64" w:rsidRDefault="00FD5C8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does the author portray</w:t>
            </w:r>
            <w:r w:rsidR="00337C64">
              <w:rPr>
                <w:b/>
              </w:rPr>
              <w:t xml:space="preserve"> a dynamic character in the short story?</w:t>
            </w:r>
          </w:p>
          <w:p w:rsidR="00591BD3" w:rsidRDefault="00591BD3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does the author feel about the topic and why does it matter?</w:t>
            </w:r>
          </w:p>
          <w:p w:rsidR="00591BD3" w:rsidRPr="001A6ECC" w:rsidRDefault="00591BD3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What </w:t>
            </w:r>
            <w:r w:rsidR="00753F41">
              <w:rPr>
                <w:b/>
              </w:rPr>
              <w:t>makes a story or a poem</w:t>
            </w:r>
            <w:r w:rsidR="00753F41">
              <w:rPr>
                <w:b/>
              </w:rPr>
              <w:br/>
              <w:t>“great”</w:t>
            </w:r>
            <w:r>
              <w:rPr>
                <w:b/>
              </w:rPr>
              <w:t>?</w:t>
            </w:r>
            <w:r w:rsidR="0018317D">
              <w:rPr>
                <w:b/>
              </w:rPr>
              <w:t xml:space="preserve">  Give two examples from each.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  <w:p w:rsidR="0079693F" w:rsidRDefault="00327D9D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Take Cornell Notes on</w:t>
            </w:r>
            <w:r w:rsidR="0079693F">
              <w:rPr>
                <w:b/>
              </w:rPr>
              <w:t xml:space="preserve"> rhythm &amp; rhyme after </w:t>
            </w:r>
            <w:r>
              <w:rPr>
                <w:b/>
              </w:rPr>
              <w:t xml:space="preserve">a </w:t>
            </w:r>
            <w:r w:rsidR="0079693F">
              <w:rPr>
                <w:b/>
              </w:rPr>
              <w:t>brainstorming activity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The poet uses lists of things to buil</w:t>
            </w:r>
            <w:r w:rsidR="00337C64">
              <w:rPr>
                <w:b/>
              </w:rPr>
              <w:t>d rhythm &amp; rhyme.  What does the poet</w:t>
            </w:r>
            <w:r>
              <w:rPr>
                <w:b/>
              </w:rPr>
              <w:t xml:space="preserve"> list in the first stanza?</w:t>
            </w:r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Create a family tree.  Choose one relative and share </w:t>
            </w:r>
            <w:r w:rsidR="00FD5C8F">
              <w:rPr>
                <w:b/>
              </w:rPr>
              <w:t xml:space="preserve">information </w:t>
            </w:r>
            <w:r>
              <w:rPr>
                <w:b/>
              </w:rPr>
              <w:t>with a classmate a story about your relationship.</w:t>
            </w:r>
          </w:p>
          <w:p w:rsidR="0079693F" w:rsidRPr="001A6ECC" w:rsidRDefault="0079693F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Suggested Instructional Tasks:</w:t>
            </w:r>
          </w:p>
          <w:p w:rsidR="00C041F1" w:rsidRDefault="0070429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Create several lines</w:t>
            </w:r>
            <w:r w:rsidR="00BE6E52">
              <w:rPr>
                <w:b/>
              </w:rPr>
              <w:t xml:space="preserve"> of your own</w:t>
            </w:r>
            <w:r>
              <w:rPr>
                <w:b/>
              </w:rPr>
              <w:t xml:space="preserve"> about fears that are real or imagined using similies</w:t>
            </w:r>
            <w:r w:rsidR="00327D9D">
              <w:rPr>
                <w:b/>
              </w:rPr>
              <w:t>.</w:t>
            </w:r>
          </w:p>
          <w:p w:rsidR="0070429F" w:rsidRDefault="0070429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Gr</w:t>
            </w:r>
            <w:r w:rsidR="00DF599F">
              <w:rPr>
                <w:b/>
              </w:rPr>
              <w:t xml:space="preserve">ab </w:t>
            </w:r>
            <w:r w:rsidR="00327D9D">
              <w:rPr>
                <w:b/>
              </w:rPr>
              <w:t xml:space="preserve">an emotion (from a bag) </w:t>
            </w:r>
            <w:r>
              <w:rPr>
                <w:b/>
              </w:rPr>
              <w:t>and create an analogy with it.</w:t>
            </w:r>
            <w:r w:rsidR="00327D9D">
              <w:rPr>
                <w:b/>
              </w:rPr>
              <w:t xml:space="preserve">  Also called Grab Bag activity.</w:t>
            </w:r>
          </w:p>
          <w:p w:rsidR="0070429F" w:rsidRDefault="00FD5C8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(independent</w:t>
            </w:r>
            <w:r w:rsidR="00DF599F">
              <w:rPr>
                <w:b/>
              </w:rPr>
              <w:t xml:space="preserve">) PreWriting:  After using a compare/contrast chart, </w:t>
            </w:r>
            <w:r w:rsidR="0070429F">
              <w:rPr>
                <w:b/>
              </w:rPr>
              <w:t>begin a paragraph to be edited by a peer about the main idea of each selection (</w:t>
            </w:r>
            <w:r>
              <w:rPr>
                <w:b/>
              </w:rPr>
              <w:t>“</w:t>
            </w:r>
            <w:r w:rsidR="0070429F">
              <w:rPr>
                <w:b/>
              </w:rPr>
              <w:t>Life Doesn’t Frighten Me</w:t>
            </w:r>
            <w:r>
              <w:rPr>
                <w:b/>
              </w:rPr>
              <w:t>”</w:t>
            </w:r>
            <w:r w:rsidR="0070429F">
              <w:rPr>
                <w:b/>
              </w:rPr>
              <w:t xml:space="preserve"> by Maya Angelo and </w:t>
            </w:r>
            <w:r>
              <w:rPr>
                <w:b/>
              </w:rPr>
              <w:t>“</w:t>
            </w:r>
            <w:r w:rsidR="0070429F">
              <w:rPr>
                <w:b/>
              </w:rPr>
              <w:t>Brother</w:t>
            </w:r>
            <w:r>
              <w:rPr>
                <w:b/>
              </w:rPr>
              <w:t>”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i/>
              </w:rPr>
              <w:t>from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u w:val="single"/>
              </w:rPr>
              <w:t>I Know Why the Caged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u w:val="single"/>
              </w:rPr>
              <w:t>Bird Sings</w:t>
            </w:r>
            <w:r w:rsidR="0070429F">
              <w:rPr>
                <w:b/>
              </w:rPr>
              <w:t>)</w:t>
            </w:r>
            <w:r w:rsidR="00337C64">
              <w:rPr>
                <w:b/>
              </w:rPr>
              <w:t>.</w:t>
            </w:r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Peer edit another student’s paragraph, check for capitalization and punctuation.  Check for descriptive sentences with examples/details.</w:t>
            </w: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  <w:r w:rsidRPr="001D2513">
              <w:t>Reading</w:t>
            </w:r>
          </w:p>
          <w:p w:rsidR="00337C64" w:rsidRPr="001A6ECC" w:rsidRDefault="00337C64" w:rsidP="001A6ECC">
            <w:pPr>
              <w:spacing w:after="0" w:line="240" w:lineRule="auto"/>
              <w:rPr>
                <w:b/>
              </w:rPr>
            </w:pPr>
            <w:r>
              <w:t xml:space="preserve">Textbook: “Life Doesn’t Frighten Me” and “Brother” </w:t>
            </w:r>
            <w:r w:rsidRPr="00337C64">
              <w:rPr>
                <w:i/>
              </w:rPr>
              <w:t>from</w:t>
            </w:r>
            <w:r w:rsidRPr="00337C64">
              <w:rPr>
                <w:u w:val="single"/>
              </w:rPr>
              <w:t xml:space="preserve"> I Know Why the Caged Bird Sings</w:t>
            </w:r>
          </w:p>
        </w:tc>
        <w:tc>
          <w:tcPr>
            <w:tcW w:w="2700" w:type="dxa"/>
            <w:gridSpan w:val="4"/>
          </w:tcPr>
          <w:p w:rsidR="00C041F1" w:rsidRDefault="00C041F1" w:rsidP="001A6ECC">
            <w:pPr>
              <w:spacing w:after="0" w:line="240" w:lineRule="auto"/>
            </w:pPr>
            <w:r w:rsidRPr="001D2513">
              <w:t>Writing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>Create an emotion poem.</w:t>
            </w:r>
          </w:p>
        </w:tc>
        <w:tc>
          <w:tcPr>
            <w:tcW w:w="2700" w:type="dxa"/>
            <w:gridSpan w:val="3"/>
          </w:tcPr>
          <w:p w:rsidR="00C041F1" w:rsidRDefault="00C041F1" w:rsidP="001A6ECC">
            <w:pPr>
              <w:spacing w:after="0" w:line="240" w:lineRule="auto"/>
            </w:pPr>
            <w:r w:rsidRPr="001D2513">
              <w:t>Listening &amp; Speaking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>Share story of a relationship with your relative.</w:t>
            </w:r>
          </w:p>
        </w:tc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D2513">
              <w:t>Language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 xml:space="preserve">Become a better writer by helping others improve their writing and improve </w:t>
            </w:r>
            <w:r w:rsidR="00FD5C8F">
              <w:t xml:space="preserve">your own </w:t>
            </w:r>
            <w:r>
              <w:t>writing by adding more details/explanation.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C041F1" w:rsidRPr="00FD5C8F" w:rsidRDefault="00337C64" w:rsidP="001A6ECC">
            <w:pPr>
              <w:spacing w:after="0" w:line="240" w:lineRule="auto"/>
            </w:pPr>
            <w:r w:rsidRPr="00FD5C8F">
              <w:t>Read aloud poems</w:t>
            </w:r>
            <w:r w:rsidR="00FD5C8F">
              <w:t xml:space="preserve"> and discussion of their meaning stanza by stanza</w:t>
            </w:r>
          </w:p>
          <w:p w:rsidR="00337C64" w:rsidRPr="001A6ECC" w:rsidRDefault="00337C64" w:rsidP="001A6ECC">
            <w:pPr>
              <w:spacing w:after="0" w:line="240" w:lineRule="auto"/>
              <w:rPr>
                <w:b/>
              </w:rPr>
            </w:pPr>
            <w:r w:rsidRPr="00FD5C8F">
              <w:t>Discussion of family tree</w:t>
            </w: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D3555A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Default="00E9234D" w:rsidP="00A16684">
            <w:pPr>
              <w:spacing w:after="0" w:line="240" w:lineRule="auto"/>
            </w:pPr>
            <w:r w:rsidRPr="00E9234D">
              <w:t>What character traits would be considered pleasing in a younger brother?  What character traits would be considered ple</w:t>
            </w:r>
            <w:r w:rsidR="00FD5C8F">
              <w:t>asing in an older brother?  Why</w:t>
            </w:r>
            <w:r w:rsidRPr="00E9234D">
              <w:t xml:space="preserve"> are they somewhat different?  Discuss them with a partner.</w:t>
            </w:r>
          </w:p>
          <w:p w:rsidR="00FD5C8F" w:rsidRDefault="00FD5C8F" w:rsidP="00A16684">
            <w:pPr>
              <w:spacing w:after="0" w:line="240" w:lineRule="auto"/>
            </w:pPr>
          </w:p>
          <w:p w:rsidR="00FD5C8F" w:rsidRDefault="00FD5C8F" w:rsidP="00A16684">
            <w:pPr>
              <w:spacing w:after="0" w:line="240" w:lineRule="auto"/>
            </w:pPr>
            <w:r>
              <w:t>Think, pair, share</w:t>
            </w:r>
          </w:p>
          <w:p w:rsidR="00FD5C8F" w:rsidRDefault="00FD5C8F" w:rsidP="00A16684">
            <w:pPr>
              <w:spacing w:after="0" w:line="240" w:lineRule="auto"/>
            </w:pPr>
            <w:r>
              <w:t xml:space="preserve">Recall basic family vocabulary: </w:t>
            </w:r>
          </w:p>
          <w:p w:rsidR="00FD5C8F" w:rsidRPr="00E9234D" w:rsidRDefault="00FD5C8F" w:rsidP="00A16684">
            <w:pPr>
              <w:spacing w:after="0" w:line="240" w:lineRule="auto"/>
            </w:pPr>
            <w:r>
              <w:t>Mother, father, aunt, uncle, cousin, brother, sister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E9234D" w:rsidP="00A166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EC</w:t>
            </w:r>
          </w:p>
          <w:p w:rsidR="00D3555A" w:rsidRDefault="00E9234D" w:rsidP="00E9234D">
            <w:pPr>
              <w:spacing w:after="0" w:line="240" w:lineRule="auto"/>
            </w:pPr>
            <w:r>
              <w:t>The rhyme scheme for the poem is called “rhyming couplets”.  Find other examples of this type using the online resource listed above.</w:t>
            </w:r>
          </w:p>
          <w:p w:rsidR="00FD5C8F" w:rsidRDefault="00FD5C8F" w:rsidP="00E9234D">
            <w:pPr>
              <w:spacing w:after="0" w:line="240" w:lineRule="auto"/>
            </w:pPr>
          </w:p>
          <w:p w:rsidR="00FD5C8F" w:rsidRDefault="00FD5C8F" w:rsidP="00E9234D">
            <w:pPr>
              <w:spacing w:after="0" w:line="240" w:lineRule="auto"/>
            </w:pPr>
            <w:r>
              <w:t>Create an emotion poem from an object drawn from a paper bag.</w:t>
            </w:r>
          </w:p>
          <w:p w:rsidR="00FD5C8F" w:rsidRPr="001D2513" w:rsidRDefault="00FD5C8F" w:rsidP="00E9234D">
            <w:pPr>
              <w:spacing w:after="0" w:line="240" w:lineRule="auto"/>
            </w:pP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E9234D" w:rsidP="00A16684">
            <w:pPr>
              <w:spacing w:after="0" w:line="240" w:lineRule="auto"/>
            </w:pPr>
            <w:r>
              <w:t>AIG</w:t>
            </w:r>
          </w:p>
          <w:p w:rsidR="00E9234D" w:rsidRDefault="00E9234D" w:rsidP="00A16684">
            <w:pPr>
              <w:spacing w:after="0" w:line="240" w:lineRule="auto"/>
            </w:pPr>
            <w:r>
              <w:t>Determine with a partner what questions you would like to ask Maya Angelou.   Have one person write the questions and the other give possible answers based on actual/available autobiographical information.</w:t>
            </w:r>
          </w:p>
          <w:p w:rsidR="00D3555A" w:rsidRDefault="00FD5C8F" w:rsidP="00A16684">
            <w:pPr>
              <w:spacing w:after="0" w:line="240" w:lineRule="auto"/>
            </w:pPr>
            <w:r>
              <w:t xml:space="preserve"> </w:t>
            </w:r>
          </w:p>
          <w:p w:rsidR="00FD5C8F" w:rsidRDefault="00FD5C8F" w:rsidP="00A16684">
            <w:pPr>
              <w:spacing w:after="0" w:line="240" w:lineRule="auto"/>
            </w:pPr>
            <w:r>
              <w:t>Create a short play based on an</w:t>
            </w:r>
          </w:p>
          <w:p w:rsidR="00FD5C8F" w:rsidRPr="001D2513" w:rsidRDefault="00946BB4" w:rsidP="00A16684">
            <w:pPr>
              <w:spacing w:after="0" w:line="240" w:lineRule="auto"/>
            </w:pPr>
            <w:r>
              <w:t>e</w:t>
            </w:r>
            <w:r w:rsidR="00FD5C8F">
              <w:t>motional growth experience you have had.  Include at least two characters plus dialogue.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Pr="00946BB4" w:rsidRDefault="00C041F1" w:rsidP="00FD5C8F">
      <w:pPr>
        <w:tabs>
          <w:tab w:val="left" w:pos="6000"/>
        </w:tabs>
        <w:rPr>
          <w:b/>
        </w:rPr>
      </w:pPr>
      <w:r w:rsidRPr="00946BB4">
        <w:rPr>
          <w:b/>
        </w:rPr>
        <w:t>Sample Formative Assessment    (aligned to Learning Target):</w:t>
      </w:r>
      <w:r w:rsidR="00FD5C8F" w:rsidRPr="00946BB4">
        <w:rPr>
          <w:b/>
        </w:rPr>
        <w:tab/>
      </w:r>
    </w:p>
    <w:p w:rsidR="00FD5C8F" w:rsidRDefault="00FD5C8F" w:rsidP="00FD5C8F">
      <w:pPr>
        <w:tabs>
          <w:tab w:val="left" w:pos="6000"/>
        </w:tabs>
      </w:pPr>
      <w:r>
        <w:t>Design a self-assessment rubric for the emotion poem.</w:t>
      </w:r>
    </w:p>
    <w:p w:rsidR="00211D96" w:rsidRDefault="00211D96">
      <w:r>
        <w:t>Illustrate either the poem or the short story to capture the spirit of the writing.  Use a paragraph to explain the reason you chose the particular illustration.  Present</w:t>
      </w:r>
      <w:r w:rsidR="00D3555A">
        <w:t xml:space="preserve"> it to the class</w:t>
      </w:r>
      <w:r>
        <w:t xml:space="preserve"> for peer evaluation</w:t>
      </w:r>
      <w:r w:rsidR="00D3555A">
        <w:t xml:space="preserve"> (rubric for evaluation).</w:t>
      </w:r>
    </w:p>
    <w:p w:rsidR="00211D96" w:rsidRDefault="00211D96">
      <w:r>
        <w:lastRenderedPageBreak/>
        <w:t>Write a letter to the author, Maya Angelou.  Tell whether you like the poem and why and whether you would recommend it to others.  Use a block format or modified block format.  Include a heading, inside address, salutation, body, closing and signature.</w:t>
      </w:r>
      <w:r w:rsidR="00D3555A">
        <w:t xml:space="preserve">  Have a peer </w:t>
      </w:r>
      <w:r w:rsidR="001C4C57">
        <w:t>to edit it before submitting on an Edmodo word document.</w:t>
      </w:r>
    </w:p>
    <w:p w:rsidR="00D46979" w:rsidRDefault="00D46979"/>
    <w:sectPr w:rsidR="00D46979" w:rsidSect="006A1440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91D" w:rsidRDefault="0049191D" w:rsidP="00AF7680">
      <w:pPr>
        <w:spacing w:after="0" w:line="240" w:lineRule="auto"/>
      </w:pPr>
      <w:r>
        <w:separator/>
      </w:r>
    </w:p>
  </w:endnote>
  <w:endnote w:type="continuationSeparator" w:id="0">
    <w:p w:rsidR="0049191D" w:rsidRDefault="0049191D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91D" w:rsidRDefault="0049191D" w:rsidP="00AF7680">
      <w:pPr>
        <w:spacing w:after="0" w:line="240" w:lineRule="auto"/>
      </w:pPr>
      <w:r>
        <w:separator/>
      </w:r>
    </w:p>
  </w:footnote>
  <w:footnote w:type="continuationSeparator" w:id="0">
    <w:p w:rsidR="0049191D" w:rsidRDefault="0049191D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F1" w:rsidRDefault="00C041F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C041F1" w:rsidRDefault="00C041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93BC1"/>
    <w:multiLevelType w:val="hybridMultilevel"/>
    <w:tmpl w:val="2B7A4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361"/>
    <w:rsid w:val="00006848"/>
    <w:rsid w:val="00007493"/>
    <w:rsid w:val="000143D2"/>
    <w:rsid w:val="00062FA2"/>
    <w:rsid w:val="00112D27"/>
    <w:rsid w:val="00157698"/>
    <w:rsid w:val="0018317D"/>
    <w:rsid w:val="00191C76"/>
    <w:rsid w:val="00195479"/>
    <w:rsid w:val="001A6ECC"/>
    <w:rsid w:val="001C4C57"/>
    <w:rsid w:val="001D2513"/>
    <w:rsid w:val="00207E26"/>
    <w:rsid w:val="00211D96"/>
    <w:rsid w:val="00241710"/>
    <w:rsid w:val="00285FF0"/>
    <w:rsid w:val="00291A15"/>
    <w:rsid w:val="002E5F0C"/>
    <w:rsid w:val="00327D9D"/>
    <w:rsid w:val="00337C64"/>
    <w:rsid w:val="004050C4"/>
    <w:rsid w:val="00423C09"/>
    <w:rsid w:val="00443825"/>
    <w:rsid w:val="00481E6E"/>
    <w:rsid w:val="0049191D"/>
    <w:rsid w:val="004B2880"/>
    <w:rsid w:val="004E40BD"/>
    <w:rsid w:val="0052580D"/>
    <w:rsid w:val="005445E1"/>
    <w:rsid w:val="00554C0B"/>
    <w:rsid w:val="00577BDB"/>
    <w:rsid w:val="00591BD3"/>
    <w:rsid w:val="005C3D78"/>
    <w:rsid w:val="005C57B9"/>
    <w:rsid w:val="00607095"/>
    <w:rsid w:val="00681055"/>
    <w:rsid w:val="00686996"/>
    <w:rsid w:val="006938E6"/>
    <w:rsid w:val="006A1440"/>
    <w:rsid w:val="00701868"/>
    <w:rsid w:val="0070429F"/>
    <w:rsid w:val="0074543D"/>
    <w:rsid w:val="00753F41"/>
    <w:rsid w:val="0079693F"/>
    <w:rsid w:val="007F0211"/>
    <w:rsid w:val="00813059"/>
    <w:rsid w:val="00823DA5"/>
    <w:rsid w:val="00871C67"/>
    <w:rsid w:val="008B4438"/>
    <w:rsid w:val="008C21C5"/>
    <w:rsid w:val="008F58F0"/>
    <w:rsid w:val="00933B2F"/>
    <w:rsid w:val="00946BB4"/>
    <w:rsid w:val="009473FF"/>
    <w:rsid w:val="009A42C6"/>
    <w:rsid w:val="009A661D"/>
    <w:rsid w:val="009F667F"/>
    <w:rsid w:val="00A16684"/>
    <w:rsid w:val="00A556F5"/>
    <w:rsid w:val="00A91EF4"/>
    <w:rsid w:val="00A975DE"/>
    <w:rsid w:val="00AF7680"/>
    <w:rsid w:val="00B17EA8"/>
    <w:rsid w:val="00B345AC"/>
    <w:rsid w:val="00B64E3B"/>
    <w:rsid w:val="00B76DB7"/>
    <w:rsid w:val="00B77B00"/>
    <w:rsid w:val="00B87C0B"/>
    <w:rsid w:val="00BE6E52"/>
    <w:rsid w:val="00C041F1"/>
    <w:rsid w:val="00C87ADE"/>
    <w:rsid w:val="00D3555A"/>
    <w:rsid w:val="00D46979"/>
    <w:rsid w:val="00D86941"/>
    <w:rsid w:val="00D87826"/>
    <w:rsid w:val="00DA397F"/>
    <w:rsid w:val="00DF17F4"/>
    <w:rsid w:val="00DF599F"/>
    <w:rsid w:val="00E37361"/>
    <w:rsid w:val="00E5095F"/>
    <w:rsid w:val="00E9234D"/>
    <w:rsid w:val="00F1016D"/>
    <w:rsid w:val="00F57C6F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76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tryteache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gglepoetry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eadwritethin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cneill\AppData\Local\Temp\ELA%20Standards%20Framewor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 Standards Framework Template.dotx</Template>
  <TotalTime>1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pmcneill</dc:creator>
  <cp:lastModifiedBy>LCS_user</cp:lastModifiedBy>
  <cp:revision>2</cp:revision>
  <cp:lastPrinted>2011-11-03T19:41:00Z</cp:lastPrinted>
  <dcterms:created xsi:type="dcterms:W3CDTF">2012-05-08T17:52:00Z</dcterms:created>
  <dcterms:modified xsi:type="dcterms:W3CDTF">2012-05-08T17:52:00Z</dcterms:modified>
</cp:coreProperties>
</file>